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116917F7" w:rsidR="003F06C5" w:rsidRDefault="00957CE9" w:rsidP="00957CE9">
      <w:pPr>
        <w:jc w:val="both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CONVOCATORIA DE ELECCIONES A DELEGADOS/AS Y SUBDELEGADOS/AS DE CURSOS DE TITULACIONES DE GRADO Y MÁSTER</w:t>
      </w:r>
    </w:p>
    <w:p w14:paraId="32693AFC" w14:textId="77777777" w:rsidR="00957CE9" w:rsidRPr="003F06C5" w:rsidRDefault="00957CE9" w:rsidP="00957CE9">
      <w:pPr>
        <w:jc w:val="both"/>
        <w:rPr>
          <w:rFonts w:ascii="Montserrat" w:hAnsi="Montserrat"/>
          <w:b/>
          <w:bCs/>
          <w:sz w:val="28"/>
          <w:szCs w:val="28"/>
        </w:rPr>
      </w:pPr>
    </w:p>
    <w:p w14:paraId="15A4A055" w14:textId="327F49BF" w:rsidR="00191427" w:rsidRDefault="00957CE9" w:rsidP="00957CE9">
      <w:pPr>
        <w:jc w:val="both"/>
        <w:rPr>
          <w:rFonts w:ascii="Montserrat" w:hAnsi="Montserrat"/>
        </w:rPr>
      </w:pPr>
      <w:r w:rsidRPr="00957CE9">
        <w:rPr>
          <w:rFonts w:ascii="Montserrat" w:hAnsi="Montserrat"/>
        </w:rPr>
        <w:t xml:space="preserve">En virtud de lo dispuesto en el artículo 3 del </w:t>
      </w:r>
      <w:r w:rsidR="003F40F0">
        <w:rPr>
          <w:rFonts w:ascii="Montserrat" w:hAnsi="Montserrat"/>
        </w:rPr>
        <w:t>r</w:t>
      </w:r>
      <w:r w:rsidRPr="00957CE9">
        <w:rPr>
          <w:rFonts w:ascii="Montserrat" w:hAnsi="Montserrat"/>
        </w:rPr>
        <w:t xml:space="preserve">eglamento de </w:t>
      </w:r>
      <w:r w:rsidR="003F40F0">
        <w:rPr>
          <w:rFonts w:ascii="Montserrat" w:hAnsi="Montserrat"/>
        </w:rPr>
        <w:t>e</w:t>
      </w:r>
      <w:r w:rsidRPr="00957CE9">
        <w:rPr>
          <w:rFonts w:ascii="Montserrat" w:hAnsi="Montserrat"/>
        </w:rPr>
        <w:t>lecciones a representantes de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 xml:space="preserve">estudiantes de la Universidad de León, yo </w:t>
      </w:r>
      <w:r>
        <w:rPr>
          <w:rFonts w:ascii="Montserrat" w:hAnsi="Montserrat"/>
        </w:rPr>
        <w:t>D./Dña. ________________________________</w:t>
      </w:r>
      <w:r w:rsidRPr="00957CE9">
        <w:rPr>
          <w:rFonts w:ascii="Montserrat" w:hAnsi="Montserrat"/>
        </w:rPr>
        <w:t>, en calidad de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>Delegad</w:t>
      </w:r>
      <w:r>
        <w:rPr>
          <w:rFonts w:ascii="Montserrat" w:hAnsi="Montserrat"/>
        </w:rPr>
        <w:t xml:space="preserve">o/a </w:t>
      </w:r>
      <w:r w:rsidRPr="00957CE9">
        <w:rPr>
          <w:rFonts w:ascii="Montserrat" w:hAnsi="Montserrat"/>
        </w:rPr>
        <w:t>de Estudiantes de la Facultad</w:t>
      </w:r>
      <w:r>
        <w:rPr>
          <w:rFonts w:ascii="Montserrat" w:hAnsi="Montserrat"/>
        </w:rPr>
        <w:t>/Escuela de</w:t>
      </w:r>
      <w:r w:rsidRPr="00957CE9">
        <w:rPr>
          <w:rFonts w:ascii="Montserrat" w:hAnsi="Montserrat"/>
        </w:rPr>
        <w:t xml:space="preserve"> </w:t>
      </w:r>
      <w:r>
        <w:rPr>
          <w:rFonts w:ascii="Montserrat" w:hAnsi="Montserrat"/>
        </w:rPr>
        <w:t>____________________________________________</w:t>
      </w:r>
      <w:r w:rsidRPr="00957CE9">
        <w:rPr>
          <w:rFonts w:ascii="Montserrat" w:hAnsi="Montserrat"/>
        </w:rPr>
        <w:t>, convoco las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>elecciones a delegados/as y subdelegados/as de cursos de titulaciones de Grado</w:t>
      </w:r>
      <w:r>
        <w:rPr>
          <w:rFonts w:ascii="Montserrat" w:hAnsi="Montserrat"/>
        </w:rPr>
        <w:t xml:space="preserve"> y Máster</w:t>
      </w:r>
      <w:r w:rsidRPr="00957CE9">
        <w:rPr>
          <w:rFonts w:ascii="Montserrat" w:hAnsi="Montserrat"/>
        </w:rPr>
        <w:t xml:space="preserve"> de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>dicha Facultad</w:t>
      </w:r>
      <w:r>
        <w:rPr>
          <w:rFonts w:ascii="Montserrat" w:hAnsi="Montserrat"/>
        </w:rPr>
        <w:t>/Escuela</w:t>
      </w:r>
      <w:r w:rsidRPr="00957CE9">
        <w:rPr>
          <w:rFonts w:ascii="Montserrat" w:hAnsi="Montserrat"/>
        </w:rPr>
        <w:t>, que se realizarán acorde al calendario electoral aprobado por el Pleno del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>Consejo de Estudiantes el 27 de mayo de 2025 y modificado posteriormente el 16 de</w:t>
      </w:r>
      <w:r>
        <w:rPr>
          <w:rFonts w:ascii="Montserrat" w:hAnsi="Montserrat"/>
        </w:rPr>
        <w:t xml:space="preserve"> </w:t>
      </w:r>
      <w:r w:rsidRPr="00957CE9">
        <w:rPr>
          <w:rFonts w:ascii="Montserrat" w:hAnsi="Montserrat"/>
        </w:rPr>
        <w:t>septiembre de 2025.</w:t>
      </w:r>
    </w:p>
    <w:p w14:paraId="09BEC055" w14:textId="77777777" w:rsidR="00957CE9" w:rsidRDefault="00957CE9" w:rsidP="00957CE9">
      <w:pPr>
        <w:jc w:val="both"/>
        <w:rPr>
          <w:rFonts w:ascii="Montserrat" w:hAnsi="Montserrat"/>
        </w:rPr>
      </w:pPr>
    </w:p>
    <w:p w14:paraId="61B82E59" w14:textId="317DE240" w:rsidR="00191427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22CE29B1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5A222EBC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6C67CE6A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6566BCD4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316708D4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58CA7180" w14:textId="77777777" w:rsidR="00957CE9" w:rsidRDefault="00957CE9" w:rsidP="00957CE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Curso – Grado/Máster – Aula (espacio) – Día y hora</w:t>
      </w:r>
    </w:p>
    <w:p w14:paraId="4ED162EB" w14:textId="77777777" w:rsidR="00191427" w:rsidRDefault="00191427" w:rsidP="00957CE9">
      <w:pPr>
        <w:jc w:val="both"/>
        <w:rPr>
          <w:rFonts w:ascii="Montserrat" w:hAnsi="Montserrat"/>
          <w:b/>
          <w:bCs/>
        </w:rPr>
      </w:pPr>
    </w:p>
    <w:p w14:paraId="3657CB31" w14:textId="77777777" w:rsidR="00191427" w:rsidRDefault="00191427" w:rsidP="00957CE9">
      <w:pPr>
        <w:jc w:val="both"/>
        <w:rPr>
          <w:rFonts w:ascii="Montserrat" w:hAnsi="Montserrat"/>
          <w:b/>
          <w:bCs/>
        </w:rPr>
      </w:pPr>
    </w:p>
    <w:p w14:paraId="0E3ACC8B" w14:textId="77777777" w:rsidR="00F91EEB" w:rsidRDefault="00F91EEB" w:rsidP="00957CE9">
      <w:pPr>
        <w:jc w:val="both"/>
        <w:rPr>
          <w:rFonts w:ascii="Montserrat" w:hAnsi="Montserrat"/>
          <w:b/>
          <w:bCs/>
        </w:rPr>
      </w:pPr>
    </w:p>
    <w:p w14:paraId="375193FD" w14:textId="024A73F6" w:rsidR="004572AD" w:rsidRDefault="00957CE9" w:rsidP="00957CE9">
      <w:pPr>
        <w:jc w:val="both"/>
        <w:rPr>
          <w:rFonts w:ascii="Montserrat" w:hAnsi="Montserrat"/>
        </w:rPr>
      </w:pPr>
      <w:r w:rsidRPr="00957CE9">
        <w:rPr>
          <w:rFonts w:ascii="Montserrat" w:hAnsi="Montserrat"/>
          <w:b/>
          <w:bCs/>
        </w:rPr>
        <w:t>Exposición, si procede, de programas en cada una de las elecciones:</w:t>
      </w:r>
      <w:r>
        <w:rPr>
          <w:rFonts w:ascii="Montserrat" w:hAnsi="Montserrat"/>
        </w:rPr>
        <w:t xml:space="preserve"> [tiempo por candidato]</w:t>
      </w:r>
    </w:p>
    <w:p w14:paraId="592EF1F8" w14:textId="55ADEADF" w:rsidR="00957CE9" w:rsidRDefault="00957CE9" w:rsidP="00957CE9">
      <w:pPr>
        <w:jc w:val="both"/>
        <w:rPr>
          <w:rFonts w:ascii="Montserrat" w:hAnsi="Montserrat"/>
        </w:rPr>
      </w:pPr>
      <w:r w:rsidRPr="00957CE9">
        <w:rPr>
          <w:rFonts w:ascii="Montserrat" w:hAnsi="Montserrat"/>
          <w:b/>
          <w:bCs/>
        </w:rPr>
        <w:t>Debate, si procede, en cada una de las elecciones:</w:t>
      </w:r>
      <w:r>
        <w:rPr>
          <w:rFonts w:ascii="Montserrat" w:hAnsi="Montserrat"/>
        </w:rPr>
        <w:t xml:space="preserve"> [tiempo por candidato]</w:t>
      </w:r>
    </w:p>
    <w:p w14:paraId="69F8D1B5" w14:textId="77777777" w:rsidR="00191427" w:rsidRDefault="00191427" w:rsidP="00957CE9">
      <w:pPr>
        <w:jc w:val="both"/>
        <w:rPr>
          <w:rFonts w:ascii="Montserrat" w:hAnsi="Montserrat"/>
        </w:rPr>
      </w:pPr>
    </w:p>
    <w:p w14:paraId="72D9379C" w14:textId="77777777" w:rsidR="00957CE9" w:rsidRDefault="00957CE9" w:rsidP="00957CE9">
      <w:pPr>
        <w:jc w:val="both"/>
        <w:rPr>
          <w:rFonts w:ascii="Montserrat" w:hAnsi="Montserrat"/>
        </w:rPr>
      </w:pPr>
    </w:p>
    <w:p w14:paraId="543FEF51" w14:textId="3FCAAE31" w:rsidR="00191427" w:rsidRDefault="00957CE9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Firmado en León a X de septiembre de 2025.</w:t>
      </w:r>
    </w:p>
    <w:p w14:paraId="0CF65606" w14:textId="77777777" w:rsidR="00191427" w:rsidRDefault="00191427" w:rsidP="00957CE9">
      <w:pPr>
        <w:jc w:val="both"/>
        <w:rPr>
          <w:rFonts w:ascii="Montserrat" w:hAnsi="Montserrat"/>
        </w:rPr>
      </w:pPr>
    </w:p>
    <w:p w14:paraId="6EE987D9" w14:textId="77777777" w:rsidR="00957CE9" w:rsidRDefault="00957CE9" w:rsidP="00957CE9">
      <w:pPr>
        <w:jc w:val="both"/>
        <w:rPr>
          <w:rFonts w:ascii="Montserrat" w:hAnsi="Montserrat"/>
        </w:rPr>
      </w:pPr>
    </w:p>
    <w:p w14:paraId="6EDACEF3" w14:textId="77777777" w:rsidR="00957CE9" w:rsidRDefault="00957CE9" w:rsidP="00957CE9">
      <w:pPr>
        <w:jc w:val="both"/>
        <w:rPr>
          <w:rFonts w:ascii="Montserrat" w:hAnsi="Montserrat"/>
        </w:rPr>
      </w:pPr>
    </w:p>
    <w:p w14:paraId="14664667" w14:textId="77777777" w:rsidR="00957CE9" w:rsidRDefault="00957CE9" w:rsidP="00957CE9">
      <w:pPr>
        <w:jc w:val="both"/>
        <w:rPr>
          <w:rFonts w:ascii="Montserrat" w:hAnsi="Montserrat"/>
        </w:rPr>
      </w:pPr>
    </w:p>
    <w:p w14:paraId="606E9E5F" w14:textId="77777777" w:rsidR="00957CE9" w:rsidRDefault="00957CE9" w:rsidP="00957CE9">
      <w:pPr>
        <w:jc w:val="both"/>
        <w:rPr>
          <w:rFonts w:ascii="Montserrat" w:hAnsi="Montserrat"/>
        </w:rPr>
      </w:pPr>
    </w:p>
    <w:p w14:paraId="3FDD1607" w14:textId="77777777" w:rsidR="00957CE9" w:rsidRDefault="00957CE9" w:rsidP="00957CE9">
      <w:pPr>
        <w:jc w:val="both"/>
        <w:rPr>
          <w:rFonts w:ascii="Montserrat" w:hAnsi="Montserrat"/>
        </w:rPr>
      </w:pPr>
    </w:p>
    <w:p w14:paraId="45FE0256" w14:textId="77777777" w:rsidR="00957CE9" w:rsidRDefault="00957CE9" w:rsidP="00957CE9">
      <w:pPr>
        <w:jc w:val="both"/>
        <w:rPr>
          <w:rFonts w:ascii="Montserrat" w:hAnsi="Montserrat"/>
        </w:rPr>
      </w:pPr>
    </w:p>
    <w:p w14:paraId="3FA3CBBC" w14:textId="2E447E82" w:rsidR="00191427" w:rsidRDefault="00191427" w:rsidP="00957CE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33CE3EBC" w14:textId="77777777" w:rsidR="00191427" w:rsidRDefault="00191427" w:rsidP="00957CE9">
      <w:pPr>
        <w:jc w:val="both"/>
        <w:rPr>
          <w:rFonts w:ascii="Montserrat" w:hAnsi="Montserrat"/>
        </w:rPr>
      </w:pPr>
    </w:p>
    <w:p w14:paraId="19334191" w14:textId="5D89768D" w:rsidR="00F91EEB" w:rsidRPr="004572AD" w:rsidRDefault="00F91EEB" w:rsidP="00957CE9">
      <w:pPr>
        <w:jc w:val="center"/>
        <w:rPr>
          <w:rFonts w:ascii="Montserrat" w:hAnsi="Montserrat"/>
          <w:b/>
          <w:bCs/>
        </w:rPr>
      </w:pPr>
    </w:p>
    <w:sectPr w:rsidR="00F91EEB" w:rsidRPr="004572AD" w:rsidSect="00106B42">
      <w:headerReference w:type="default" r:id="rId10"/>
      <w:footerReference w:type="default" r:id="rId11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5C089" w14:textId="77777777" w:rsidR="00564DA8" w:rsidRDefault="00564DA8" w:rsidP="003336CB">
      <w:r>
        <w:separator/>
      </w:r>
    </w:p>
  </w:endnote>
  <w:endnote w:type="continuationSeparator" w:id="0">
    <w:p w14:paraId="5819EAE4" w14:textId="77777777" w:rsidR="00564DA8" w:rsidRDefault="00564DA8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0FC0" w14:textId="77777777" w:rsidR="00564DA8" w:rsidRDefault="00564DA8" w:rsidP="003336CB">
      <w:r>
        <w:separator/>
      </w:r>
    </w:p>
  </w:footnote>
  <w:footnote w:type="continuationSeparator" w:id="0">
    <w:p w14:paraId="75B94838" w14:textId="77777777" w:rsidR="00564DA8" w:rsidRDefault="00564DA8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5324F62E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957CE9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5324F62E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957CE9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5160F"/>
    <w:multiLevelType w:val="hybridMultilevel"/>
    <w:tmpl w:val="BF5817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1"/>
  </w:num>
  <w:num w:numId="2" w16cid:durableId="79390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1427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40F0"/>
    <w:rsid w:val="003F6B0B"/>
    <w:rsid w:val="00450B97"/>
    <w:rsid w:val="004572AD"/>
    <w:rsid w:val="00560BB0"/>
    <w:rsid w:val="00564DA8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957CE9"/>
    <w:rsid w:val="0096614F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D37D3"/>
    <w:rsid w:val="00E9093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70</TotalTime>
  <Pages>1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22</cp:revision>
  <cp:lastPrinted>2025-10-07T13:19:00Z</cp:lastPrinted>
  <dcterms:created xsi:type="dcterms:W3CDTF">2025-03-21T09:48:00Z</dcterms:created>
  <dcterms:modified xsi:type="dcterms:W3CDTF">2025-10-15T08:18:00Z</dcterms:modified>
</cp:coreProperties>
</file>